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D6025F" w14:textId="77777777" w:rsidR="00A3097A" w:rsidRPr="00A3097A" w:rsidRDefault="00A3097A" w:rsidP="00A3097A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A3097A">
        <w:rPr>
          <w:b/>
          <w:sz w:val="24"/>
          <w:szCs w:val="24"/>
        </w:rPr>
        <w:t>ALLEGATO C</w:t>
      </w:r>
    </w:p>
    <w:p w14:paraId="4F25A963" w14:textId="77777777" w:rsidR="00A3097A" w:rsidRPr="00A3097A" w:rsidRDefault="00A3097A" w:rsidP="00A3097A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72E0219D" w14:textId="77777777" w:rsidR="00A3097A" w:rsidRPr="00A3097A" w:rsidRDefault="00A3097A" w:rsidP="00A3097A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1B767E65" w14:textId="77777777" w:rsidR="00A3097A" w:rsidRPr="00A3097A" w:rsidRDefault="00A3097A" w:rsidP="00A3097A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A3097A">
        <w:rPr>
          <w:b/>
          <w:sz w:val="24"/>
          <w:szCs w:val="24"/>
        </w:rPr>
        <w:t>LIBERATORIA PER I DIRITTI DI UTILIZZAZIONE DELLE OPERE</w:t>
      </w:r>
    </w:p>
    <w:p w14:paraId="2BDBB3FF" w14:textId="77777777" w:rsidR="00A3097A" w:rsidRPr="00A3097A" w:rsidRDefault="00A3097A" w:rsidP="00A3097A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A3097A">
        <w:rPr>
          <w:b/>
          <w:sz w:val="24"/>
          <w:szCs w:val="24"/>
        </w:rPr>
        <w:t>su carta intestata della scuola</w:t>
      </w:r>
    </w:p>
    <w:p w14:paraId="2695062B" w14:textId="77777777" w:rsidR="00A3097A" w:rsidRPr="00A3097A" w:rsidRDefault="00A3097A" w:rsidP="00A3097A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3E1A72DE" w14:textId="77777777" w:rsidR="00A3097A" w:rsidRPr="00A3097A" w:rsidRDefault="00A3097A" w:rsidP="00A3097A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17B580EC" w14:textId="77777777" w:rsidR="00A3097A" w:rsidRPr="00A3097A" w:rsidRDefault="00A3097A" w:rsidP="00A3097A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291FA225" w14:textId="77777777" w:rsidR="00A3097A" w:rsidRPr="00A3097A" w:rsidRDefault="00A3097A" w:rsidP="00A3097A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A3097A">
        <w:rPr>
          <w:sz w:val="24"/>
          <w:szCs w:val="24"/>
        </w:rPr>
        <w:t>Al Ministero dell’Istruzione</w:t>
      </w:r>
    </w:p>
    <w:p w14:paraId="72FB5069" w14:textId="77777777" w:rsidR="00E71154" w:rsidRDefault="00A3097A" w:rsidP="00A3097A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A3097A">
        <w:rPr>
          <w:sz w:val="24"/>
          <w:szCs w:val="24"/>
        </w:rPr>
        <w:t>Di</w:t>
      </w:r>
      <w:r w:rsidR="00E71154">
        <w:rPr>
          <w:sz w:val="24"/>
          <w:szCs w:val="24"/>
        </w:rPr>
        <w:t xml:space="preserve">rezione Generale per lo studente, </w:t>
      </w:r>
    </w:p>
    <w:p w14:paraId="3D9C3910" w14:textId="7CE8330C" w:rsidR="00A3097A" w:rsidRPr="00A3097A" w:rsidRDefault="00E71154" w:rsidP="00A3097A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>
        <w:rPr>
          <w:sz w:val="24"/>
          <w:szCs w:val="24"/>
        </w:rPr>
        <w:t>l’inclusione e l’orientamento scolastico</w:t>
      </w:r>
    </w:p>
    <w:p w14:paraId="2D45E990" w14:textId="77777777" w:rsidR="00A3097A" w:rsidRPr="00A3097A" w:rsidRDefault="00A3097A" w:rsidP="00A3097A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A3097A">
        <w:rPr>
          <w:sz w:val="24"/>
          <w:szCs w:val="24"/>
        </w:rPr>
        <w:t>Viale Trastevere, 76/A</w:t>
      </w:r>
    </w:p>
    <w:p w14:paraId="6E1E0F7A" w14:textId="77777777" w:rsidR="00A3097A" w:rsidRPr="00A3097A" w:rsidRDefault="00A3097A" w:rsidP="00A3097A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A3097A">
        <w:rPr>
          <w:sz w:val="24"/>
          <w:szCs w:val="24"/>
        </w:rPr>
        <w:t>00153 ROMA</w:t>
      </w:r>
    </w:p>
    <w:p w14:paraId="1244B72E" w14:textId="77777777" w:rsidR="00A3097A" w:rsidRPr="00A3097A" w:rsidRDefault="00A3097A" w:rsidP="00A3097A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</w:p>
    <w:p w14:paraId="71341CED" w14:textId="77777777" w:rsidR="00A3097A" w:rsidRPr="00A3097A" w:rsidRDefault="00A3097A" w:rsidP="00A3097A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7746994B" w14:textId="77777777" w:rsidR="00A3097A" w:rsidRPr="00A3097A" w:rsidRDefault="00A3097A" w:rsidP="00C56714">
      <w:pPr>
        <w:overflowPunct/>
        <w:autoSpaceDE/>
        <w:autoSpaceDN/>
        <w:adjustRightInd/>
        <w:spacing w:line="360" w:lineRule="auto"/>
        <w:textAlignment w:val="auto"/>
        <w:rPr>
          <w:sz w:val="24"/>
          <w:szCs w:val="24"/>
        </w:rPr>
      </w:pPr>
    </w:p>
    <w:p w14:paraId="6A73D358" w14:textId="77777777" w:rsidR="00A3097A" w:rsidRPr="00A3097A" w:rsidRDefault="00A3097A" w:rsidP="00C56714">
      <w:p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3097A">
        <w:rPr>
          <w:sz w:val="24"/>
          <w:szCs w:val="24"/>
        </w:rPr>
        <w:t>Il/La sottoscritto/a _________________________________________________________________</w:t>
      </w:r>
    </w:p>
    <w:p w14:paraId="787FD5F8" w14:textId="1867DF9B" w:rsidR="00A3097A" w:rsidRPr="00A3097A" w:rsidRDefault="00A3097A" w:rsidP="00C56714">
      <w:p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3097A">
        <w:rPr>
          <w:sz w:val="24"/>
          <w:szCs w:val="24"/>
        </w:rPr>
        <w:t>Dirigente scolastico dell’Istituto__________________________________________________, con riferimento all’opera dal titolo _______________________________, per il concorso “</w:t>
      </w:r>
      <w:r w:rsidR="00C56714">
        <w:rPr>
          <w:sz w:val="24"/>
          <w:szCs w:val="24"/>
        </w:rPr>
        <w:t>Porte d’Europa</w:t>
      </w:r>
      <w:r w:rsidRPr="00A3097A">
        <w:rPr>
          <w:sz w:val="24"/>
          <w:szCs w:val="24"/>
        </w:rPr>
        <w:t>” dichiara:</w:t>
      </w:r>
    </w:p>
    <w:p w14:paraId="5B4086B9" w14:textId="77777777" w:rsidR="00A3097A" w:rsidRPr="00A3097A" w:rsidRDefault="00A3097A" w:rsidP="00A3097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557D5C52" w14:textId="77777777" w:rsidR="00A3097A" w:rsidRPr="00A3097A" w:rsidRDefault="00A3097A" w:rsidP="00A3097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A3097A">
        <w:rPr>
          <w:sz w:val="24"/>
          <w:szCs w:val="24"/>
        </w:rPr>
        <w:t>−</w:t>
      </w:r>
      <w:r w:rsidRPr="00A3097A">
        <w:rPr>
          <w:sz w:val="24"/>
          <w:szCs w:val="24"/>
        </w:rPr>
        <w:tab/>
        <w:t>di possedere tutti i diritti dell’opera e solleva il Ministero dell’Istruzione da tutte le responsabilità, costi e oneri di qualsivoglia natura che dovessero essere sostenuti a cagione del contenuto dell’opera;</w:t>
      </w:r>
    </w:p>
    <w:p w14:paraId="454B8BF5" w14:textId="78978FE6" w:rsidR="00A3097A" w:rsidRPr="00A3097A" w:rsidRDefault="00A3097A" w:rsidP="00A3097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A3097A">
        <w:rPr>
          <w:sz w:val="24"/>
          <w:szCs w:val="24"/>
        </w:rPr>
        <w:t>−</w:t>
      </w:r>
      <w:r w:rsidRPr="00A3097A">
        <w:rPr>
          <w:sz w:val="24"/>
          <w:szCs w:val="24"/>
        </w:rPr>
        <w:tab/>
        <w:t xml:space="preserve">di concedere al Ministero dell’Istruzione la licenza d’uso a titolo gratuito e a tempo indeterminato per tutti gli utilizzi collegati alla suddetta iniziativa e su qualsiasi media o supporto (affissione, stampa, </w:t>
      </w:r>
      <w:proofErr w:type="spellStart"/>
      <w:r w:rsidRPr="00A3097A">
        <w:rPr>
          <w:sz w:val="24"/>
          <w:szCs w:val="24"/>
        </w:rPr>
        <w:t>folderistica</w:t>
      </w:r>
      <w:proofErr w:type="spellEnd"/>
      <w:r w:rsidRPr="00A3097A">
        <w:rPr>
          <w:sz w:val="24"/>
          <w:szCs w:val="24"/>
        </w:rPr>
        <w:t>, pubblicazione on-line o</w:t>
      </w:r>
      <w:r w:rsidR="00C56714">
        <w:rPr>
          <w:sz w:val="24"/>
          <w:szCs w:val="24"/>
        </w:rPr>
        <w:t xml:space="preserve"> </w:t>
      </w:r>
      <w:r w:rsidRPr="00A3097A">
        <w:rPr>
          <w:sz w:val="24"/>
          <w:szCs w:val="24"/>
        </w:rPr>
        <w:t>altro);</w:t>
      </w:r>
    </w:p>
    <w:p w14:paraId="39D6EAA4" w14:textId="0DD77EF7" w:rsidR="00A3097A" w:rsidRPr="00A3097A" w:rsidRDefault="00A3097A" w:rsidP="00913D37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A3097A">
        <w:rPr>
          <w:sz w:val="24"/>
          <w:szCs w:val="24"/>
        </w:rPr>
        <w:t>−</w:t>
      </w:r>
      <w:r w:rsidRPr="00A3097A">
        <w:rPr>
          <w:sz w:val="24"/>
          <w:szCs w:val="24"/>
        </w:rPr>
        <w:tab/>
        <w:t xml:space="preserve">di autorizzare al trattamento dei dati personali ai sensi </w:t>
      </w:r>
      <w:r w:rsidR="00913D37" w:rsidRPr="00913D37">
        <w:rPr>
          <w:sz w:val="24"/>
          <w:szCs w:val="24"/>
        </w:rPr>
        <w:t>del Decreto L.gs 101/2018 e al Regolamento UE 679/2016</w:t>
      </w:r>
      <w:r w:rsidR="00913D37">
        <w:rPr>
          <w:sz w:val="24"/>
          <w:szCs w:val="24"/>
        </w:rPr>
        <w:t>.</w:t>
      </w:r>
    </w:p>
    <w:p w14:paraId="04F477D0" w14:textId="77777777" w:rsidR="00A3097A" w:rsidRPr="00A3097A" w:rsidRDefault="00A3097A" w:rsidP="00A3097A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31A51F0F" w14:textId="77777777" w:rsidR="00A3097A" w:rsidRPr="00A3097A" w:rsidRDefault="00A3097A" w:rsidP="00A3097A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A3097A">
        <w:rPr>
          <w:sz w:val="24"/>
          <w:szCs w:val="24"/>
        </w:rPr>
        <w:t xml:space="preserve">Data  </w:t>
      </w:r>
      <w:r w:rsidRPr="00A3097A">
        <w:rPr>
          <w:sz w:val="24"/>
          <w:szCs w:val="24"/>
        </w:rPr>
        <w:tab/>
      </w:r>
    </w:p>
    <w:p w14:paraId="26A55AA4" w14:textId="77777777" w:rsidR="00A3097A" w:rsidRPr="00A3097A" w:rsidRDefault="00A3097A" w:rsidP="00A3097A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30931767" w14:textId="77777777" w:rsidR="00A3097A" w:rsidRPr="00A3097A" w:rsidRDefault="00A3097A" w:rsidP="00C56714">
      <w:pPr>
        <w:overflowPunct/>
        <w:autoSpaceDE/>
        <w:autoSpaceDN/>
        <w:adjustRightInd/>
        <w:ind w:left="4956" w:firstLine="708"/>
        <w:textAlignment w:val="auto"/>
        <w:rPr>
          <w:sz w:val="24"/>
          <w:szCs w:val="24"/>
        </w:rPr>
      </w:pPr>
      <w:r w:rsidRPr="00A3097A">
        <w:rPr>
          <w:sz w:val="24"/>
          <w:szCs w:val="24"/>
        </w:rPr>
        <w:t>Firma del Dirigente Scolastico</w:t>
      </w:r>
    </w:p>
    <w:p w14:paraId="15F58B62" w14:textId="77777777" w:rsidR="00A3097A" w:rsidRPr="00A3097A" w:rsidRDefault="00A3097A" w:rsidP="00A3097A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07F0F497" w14:textId="77777777" w:rsidR="00A3097A" w:rsidRPr="00A3097A" w:rsidRDefault="00A3097A" w:rsidP="00A3097A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41E3EAFF" w14:textId="2C1715F9" w:rsidR="00A3097A" w:rsidRPr="00A3097A" w:rsidRDefault="00C56714" w:rsidP="00C56714">
      <w:pPr>
        <w:tabs>
          <w:tab w:val="left" w:pos="5835"/>
        </w:tabs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____________________________</w:t>
      </w:r>
    </w:p>
    <w:p w14:paraId="5FBAFD92" w14:textId="77777777" w:rsidR="00A3097A" w:rsidRPr="00A3097A" w:rsidRDefault="00A3097A" w:rsidP="00A3097A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239EA813" w14:textId="1F2E800E" w:rsidR="00A3097A" w:rsidRPr="00A3097A" w:rsidRDefault="00A3097A" w:rsidP="00913D37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A3097A">
        <w:rPr>
          <w:sz w:val="24"/>
          <w:szCs w:val="24"/>
        </w:rPr>
        <w:t>Si assicura che i dati personali verranno trattati con la riservatezza prevista dalla legge in vigore ed utilizzati esclusivamente per lo svolgimento del concorso. Su richiesta, tali dati potranno essere cancellati o rettificati.</w:t>
      </w:r>
    </w:p>
    <w:p w14:paraId="18A2B92C" w14:textId="77777777" w:rsidR="00562349" w:rsidRDefault="00562349" w:rsidP="00A3097A"/>
    <w:p w14:paraId="4F72C259" w14:textId="77777777" w:rsidR="0061686A" w:rsidRDefault="0061686A" w:rsidP="00A3097A"/>
    <w:p w14:paraId="0096BD0F" w14:textId="77777777" w:rsidR="0061686A" w:rsidRDefault="0061686A" w:rsidP="00A3097A"/>
    <w:p w14:paraId="265DCC6E" w14:textId="77777777" w:rsidR="00C56714" w:rsidRPr="00C56714" w:rsidRDefault="00C56714" w:rsidP="00C56714">
      <w:r w:rsidRPr="00C56714">
        <w:t xml:space="preserve">* in caso di studente minorenne la firma deve essere apposta anche da chi esercita la patria potestà. </w:t>
      </w:r>
    </w:p>
    <w:p w14:paraId="31DF8B11" w14:textId="77777777" w:rsidR="0061686A" w:rsidRDefault="0061686A" w:rsidP="00A3097A"/>
    <w:p w14:paraId="67E6E1DE" w14:textId="77777777" w:rsidR="0061686A" w:rsidRDefault="0061686A" w:rsidP="00A3097A"/>
    <w:p w14:paraId="1F73ED0F" w14:textId="77777777" w:rsidR="0061686A" w:rsidRDefault="0061686A" w:rsidP="00A3097A"/>
    <w:p w14:paraId="3D5A2DB8" w14:textId="77777777" w:rsidR="0061686A" w:rsidRDefault="0061686A" w:rsidP="00A3097A"/>
    <w:p w14:paraId="4798BA72" w14:textId="77777777" w:rsidR="0061686A" w:rsidRDefault="0061686A" w:rsidP="00A3097A"/>
    <w:p w14:paraId="49356FA5" w14:textId="77777777" w:rsidR="0061686A" w:rsidRPr="003B510E" w:rsidRDefault="0061686A" w:rsidP="0061686A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3B510E">
        <w:rPr>
          <w:b/>
          <w:sz w:val="24"/>
          <w:szCs w:val="24"/>
        </w:rPr>
        <w:t>ALLEGATO D</w:t>
      </w:r>
    </w:p>
    <w:p w14:paraId="2208EAAE" w14:textId="77777777" w:rsidR="0061686A" w:rsidRPr="003B510E" w:rsidRDefault="0061686A" w:rsidP="0061686A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4B1FD19A" w14:textId="77777777" w:rsidR="0061686A" w:rsidRPr="003B510E" w:rsidRDefault="0061686A" w:rsidP="0061686A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1EB8EA39" w14:textId="77777777" w:rsidR="0061686A" w:rsidRPr="003B510E" w:rsidRDefault="0061686A" w:rsidP="0061686A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3B510E">
        <w:rPr>
          <w:sz w:val="24"/>
          <w:szCs w:val="24"/>
        </w:rPr>
        <w:t xml:space="preserve">LIBERATORIA DEL SOGGETTO FOTOGRAFATO/FILMATO </w:t>
      </w:r>
    </w:p>
    <w:p w14:paraId="36FE480D" w14:textId="77777777" w:rsidR="0061686A" w:rsidRPr="003B510E" w:rsidRDefault="0061686A" w:rsidP="0061686A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541EEF2A" w14:textId="77777777" w:rsidR="0061686A" w:rsidRPr="003B510E" w:rsidRDefault="0061686A" w:rsidP="0061686A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41CA134C" w14:textId="77777777" w:rsidR="0061686A" w:rsidRPr="003B510E" w:rsidRDefault="0061686A" w:rsidP="0061686A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3B510E">
        <w:rPr>
          <w:sz w:val="24"/>
          <w:szCs w:val="24"/>
        </w:rPr>
        <w:t>Al Ministero dell’Istruzione</w:t>
      </w:r>
    </w:p>
    <w:p w14:paraId="1A4697B7" w14:textId="77777777" w:rsidR="00C56714" w:rsidRDefault="0061686A" w:rsidP="0061686A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3B510E">
        <w:rPr>
          <w:sz w:val="24"/>
          <w:szCs w:val="24"/>
        </w:rPr>
        <w:t>Di</w:t>
      </w:r>
      <w:r w:rsidR="00C56714">
        <w:rPr>
          <w:sz w:val="24"/>
          <w:szCs w:val="24"/>
        </w:rPr>
        <w:t xml:space="preserve">rezione Generale per lo studente, </w:t>
      </w:r>
    </w:p>
    <w:p w14:paraId="005319D0" w14:textId="2F95A0CD" w:rsidR="0061686A" w:rsidRPr="003B510E" w:rsidRDefault="00C56714" w:rsidP="0061686A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>
        <w:rPr>
          <w:sz w:val="24"/>
          <w:szCs w:val="24"/>
        </w:rPr>
        <w:t>l’inclusione e l’orientamento scolastico</w:t>
      </w:r>
    </w:p>
    <w:p w14:paraId="0F11F3D1" w14:textId="77777777" w:rsidR="0061686A" w:rsidRPr="003B510E" w:rsidRDefault="0061686A" w:rsidP="0061686A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3B510E">
        <w:rPr>
          <w:sz w:val="24"/>
          <w:szCs w:val="24"/>
        </w:rPr>
        <w:t xml:space="preserve">Viale Trastevere, 76/A </w:t>
      </w:r>
    </w:p>
    <w:p w14:paraId="3EC355B2" w14:textId="77777777" w:rsidR="0061686A" w:rsidRPr="003B510E" w:rsidRDefault="0061686A" w:rsidP="0061686A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3B510E">
        <w:rPr>
          <w:sz w:val="24"/>
          <w:szCs w:val="24"/>
        </w:rPr>
        <w:t xml:space="preserve">00153 ROMA </w:t>
      </w:r>
    </w:p>
    <w:p w14:paraId="66BB5B6B" w14:textId="77777777" w:rsidR="0061686A" w:rsidRPr="003B510E" w:rsidRDefault="0061686A" w:rsidP="0061686A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</w:p>
    <w:p w14:paraId="3CAF0E68" w14:textId="77777777" w:rsidR="0061686A" w:rsidRPr="003B510E" w:rsidRDefault="0061686A" w:rsidP="0061686A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</w:p>
    <w:p w14:paraId="22C89342" w14:textId="77777777" w:rsidR="0061686A" w:rsidRPr="003B510E" w:rsidRDefault="0061686A" w:rsidP="0061686A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</w:p>
    <w:p w14:paraId="03C61EE6" w14:textId="171BE92A" w:rsidR="0061686A" w:rsidRPr="003B510E" w:rsidRDefault="0061686A" w:rsidP="00C56714">
      <w:p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3B510E">
        <w:rPr>
          <w:sz w:val="24"/>
          <w:szCs w:val="24"/>
        </w:rPr>
        <w:t>Il/La sottoscritto/a _______________________________(nome della persona fotografata/filmata), nato/a_______________________, il_____________________, residente a_______________________________, con riferimento all’opera “______________________________”presentata dall’Istituto ________________________, per il concorso “</w:t>
      </w:r>
      <w:r w:rsidR="00C56714">
        <w:rPr>
          <w:sz w:val="24"/>
          <w:szCs w:val="24"/>
        </w:rPr>
        <w:t>Porte d’Europa</w:t>
      </w:r>
      <w:r w:rsidRPr="003B510E">
        <w:rPr>
          <w:sz w:val="24"/>
          <w:szCs w:val="24"/>
        </w:rPr>
        <w:t xml:space="preserve">”, autorizza il Ministero dell’Istruzione a pubblicare la propria immagine per tutti gli utilizzi collegati alla suddetta iniziativa, senza riconoscimento di alcun corrispettivo. </w:t>
      </w:r>
    </w:p>
    <w:p w14:paraId="629C21D0" w14:textId="77777777" w:rsidR="0061686A" w:rsidRPr="003B510E" w:rsidRDefault="0061686A" w:rsidP="00C56714">
      <w:p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</w:p>
    <w:p w14:paraId="1ACA149D" w14:textId="77777777" w:rsidR="0061686A" w:rsidRPr="003B510E" w:rsidRDefault="0061686A" w:rsidP="0061686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55857BAA" w14:textId="77777777" w:rsidR="0061686A" w:rsidRPr="003B510E" w:rsidRDefault="0061686A" w:rsidP="0061686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3B510E">
        <w:rPr>
          <w:sz w:val="24"/>
          <w:szCs w:val="24"/>
        </w:rPr>
        <w:t xml:space="preserve">Data </w:t>
      </w:r>
    </w:p>
    <w:p w14:paraId="7CE5FE2C" w14:textId="77777777" w:rsidR="0061686A" w:rsidRPr="003B510E" w:rsidRDefault="0061686A" w:rsidP="0061686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1E54E0E3" w14:textId="77777777" w:rsidR="0061686A" w:rsidRPr="003B510E" w:rsidRDefault="0061686A" w:rsidP="0061686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39442487" w14:textId="213706A6" w:rsidR="0061686A" w:rsidRDefault="0061686A" w:rsidP="0061686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  <w:t xml:space="preserve">                  Firma</w:t>
      </w:r>
    </w:p>
    <w:p w14:paraId="5706C680" w14:textId="39F9FF2E" w:rsidR="00C56714" w:rsidRDefault="00C56714" w:rsidP="0061686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46BF6A04" w14:textId="77777777" w:rsidR="00C56714" w:rsidRPr="003B510E" w:rsidRDefault="00C56714" w:rsidP="0061686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063A3480" w14:textId="77777777" w:rsidR="0061686A" w:rsidRPr="003B510E" w:rsidRDefault="0061686A" w:rsidP="0061686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</w:r>
      <w:r w:rsidRPr="003B510E">
        <w:rPr>
          <w:sz w:val="24"/>
          <w:szCs w:val="24"/>
        </w:rPr>
        <w:tab/>
        <w:t>_____________________</w:t>
      </w:r>
    </w:p>
    <w:p w14:paraId="01FCC3BB" w14:textId="77777777" w:rsidR="0061686A" w:rsidRPr="003B510E" w:rsidRDefault="0061686A" w:rsidP="0061686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58ED9D5F" w14:textId="77777777" w:rsidR="0061686A" w:rsidRPr="003B510E" w:rsidRDefault="0061686A" w:rsidP="0061686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2EBB2772" w14:textId="77777777" w:rsidR="0061686A" w:rsidRPr="003B510E" w:rsidRDefault="0061686A" w:rsidP="0061686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5CE51A67" w14:textId="77777777" w:rsidR="0061686A" w:rsidRPr="003B510E" w:rsidRDefault="0061686A" w:rsidP="0061686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5C32C106" w14:textId="77777777" w:rsidR="0061686A" w:rsidRPr="003B510E" w:rsidRDefault="0061686A" w:rsidP="0061686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3F30A51C" w14:textId="77777777" w:rsidR="00C56714" w:rsidRPr="00C56714" w:rsidRDefault="00C56714" w:rsidP="00C56714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C56714">
        <w:rPr>
          <w:sz w:val="24"/>
          <w:szCs w:val="24"/>
        </w:rPr>
        <w:t xml:space="preserve">* in caso di studente minorenne la firma deve essere apposta anche da chi esercita la patria potestà. </w:t>
      </w:r>
    </w:p>
    <w:p w14:paraId="2223FAB1" w14:textId="77777777" w:rsidR="0061686A" w:rsidRPr="003B510E" w:rsidRDefault="0061686A" w:rsidP="0061686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59552746" w14:textId="77777777" w:rsidR="0061686A" w:rsidRPr="003B510E" w:rsidRDefault="0061686A" w:rsidP="0061686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32D09381" w14:textId="77777777" w:rsidR="0061686A" w:rsidRPr="003B510E" w:rsidRDefault="0061686A" w:rsidP="0061686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06B784FF" w14:textId="77777777" w:rsidR="0061686A" w:rsidRPr="00A3097A" w:rsidRDefault="0061686A" w:rsidP="00A3097A"/>
    <w:sectPr w:rsidR="0061686A" w:rsidRPr="00A3097A" w:rsidSect="009475A9">
      <w:headerReference w:type="default" r:id="rId7"/>
      <w:pgSz w:w="11907" w:h="16840"/>
      <w:pgMar w:top="567" w:right="1134" w:bottom="1134" w:left="1134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857482" w14:textId="77777777" w:rsidR="0066192A" w:rsidRDefault="0066192A">
      <w:r>
        <w:separator/>
      </w:r>
    </w:p>
  </w:endnote>
  <w:endnote w:type="continuationSeparator" w:id="0">
    <w:p w14:paraId="598A5F51" w14:textId="77777777" w:rsidR="0066192A" w:rsidRDefault="00661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rnhardTango BT">
    <w:altName w:val="Cambria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75E8E7" w14:textId="77777777" w:rsidR="0066192A" w:rsidRDefault="0066192A">
      <w:r>
        <w:separator/>
      </w:r>
    </w:p>
  </w:footnote>
  <w:footnote w:type="continuationSeparator" w:id="0">
    <w:p w14:paraId="5899EAE6" w14:textId="77777777" w:rsidR="0066192A" w:rsidRDefault="006619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ED0F6D" w14:textId="77777777" w:rsidR="00844202" w:rsidRPr="00844202" w:rsidRDefault="00844202" w:rsidP="00844202">
    <w:pPr>
      <w:widowControl w:val="0"/>
      <w:overflowPunct/>
      <w:adjustRightInd/>
      <w:jc w:val="center"/>
      <w:textAlignment w:val="auto"/>
      <w:rPr>
        <w:rFonts w:ascii="BernhardTango BT" w:hAnsi="BernhardTango BT"/>
        <w:b/>
        <w:i/>
        <w:sz w:val="32"/>
        <w:szCs w:val="22"/>
        <w:lang w:bidi="it-IT"/>
      </w:rPr>
    </w:pPr>
    <w:r w:rsidRPr="00844202">
      <w:rPr>
        <w:rFonts w:ascii="BernhardTango BT" w:hAnsi="BernhardTango BT"/>
        <w:b/>
        <w:i/>
        <w:noProof/>
        <w:sz w:val="32"/>
        <w:szCs w:val="22"/>
      </w:rPr>
      <w:drawing>
        <wp:inline distT="0" distB="0" distL="0" distR="0" wp14:anchorId="6C72D2AF" wp14:editId="0C097B8A">
          <wp:extent cx="590550" cy="676275"/>
          <wp:effectExtent l="0" t="0" r="0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756F30" w14:textId="77777777" w:rsidR="00844202" w:rsidRPr="00844202" w:rsidRDefault="00844202" w:rsidP="00844202">
    <w:pPr>
      <w:widowControl w:val="0"/>
      <w:overflowPunct/>
      <w:adjustRightInd/>
      <w:jc w:val="center"/>
      <w:textAlignment w:val="auto"/>
      <w:rPr>
        <w:rFonts w:ascii="English111 Adagio BT" w:hAnsi="English111 Adagio BT"/>
        <w:b/>
        <w:i/>
        <w:sz w:val="60"/>
        <w:szCs w:val="60"/>
        <w:lang w:bidi="it-IT"/>
      </w:rPr>
    </w:pPr>
    <w:bookmarkStart w:id="0" w:name="OLE_LINK1"/>
    <w:bookmarkStart w:id="1" w:name="OLE_LINK2"/>
    <w:bookmarkStart w:id="2" w:name="OLE_LINK3"/>
    <w:r w:rsidRPr="00844202">
      <w:rPr>
        <w:rFonts w:ascii="English111 Adagio BT" w:hAnsi="English111 Adagio BT"/>
        <w:b/>
        <w:i/>
        <w:sz w:val="60"/>
        <w:szCs w:val="60"/>
        <w:lang w:bidi="it-IT"/>
      </w:rPr>
      <w:t>Ministero dell’Istruzione</w:t>
    </w:r>
  </w:p>
  <w:bookmarkEnd w:id="0"/>
  <w:bookmarkEnd w:id="1"/>
  <w:bookmarkEnd w:id="2"/>
  <w:p w14:paraId="0C374CD2" w14:textId="77777777" w:rsidR="00844202" w:rsidRPr="00844202" w:rsidRDefault="00844202" w:rsidP="00844202">
    <w:pPr>
      <w:widowControl w:val="0"/>
      <w:tabs>
        <w:tab w:val="left" w:pos="1985"/>
      </w:tabs>
      <w:overflowPunct/>
      <w:adjustRightInd/>
      <w:jc w:val="center"/>
      <w:textAlignment w:val="auto"/>
      <w:rPr>
        <w:rFonts w:ascii="English111 Adagio BT" w:hAnsi="English111 Adagio BT"/>
        <w:sz w:val="32"/>
        <w:szCs w:val="32"/>
        <w:lang w:bidi="it-IT"/>
      </w:rPr>
    </w:pPr>
    <w:r w:rsidRPr="00844202">
      <w:rPr>
        <w:rFonts w:ascii="English111 Adagio BT" w:hAnsi="English111 Adagio BT"/>
        <w:sz w:val="32"/>
        <w:szCs w:val="32"/>
        <w:lang w:bidi="it-IT"/>
      </w:rPr>
      <w:t>Dipartimento per le risorse umane, finanziarie e strumentali</w:t>
    </w:r>
  </w:p>
  <w:p w14:paraId="408AD999" w14:textId="77777777" w:rsidR="009475A9" w:rsidRPr="00844202" w:rsidRDefault="009475A9" w:rsidP="0084420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1A0C44"/>
    <w:multiLevelType w:val="hybridMultilevel"/>
    <w:tmpl w:val="7E04041E"/>
    <w:lvl w:ilvl="0" w:tplc="98020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995E9C"/>
    <w:multiLevelType w:val="hybridMultilevel"/>
    <w:tmpl w:val="955C67B6"/>
    <w:lvl w:ilvl="0" w:tplc="BCEC5A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E1E"/>
    <w:rsid w:val="0000292A"/>
    <w:rsid w:val="000063B4"/>
    <w:rsid w:val="00036D27"/>
    <w:rsid w:val="00040EE8"/>
    <w:rsid w:val="00051164"/>
    <w:rsid w:val="00070A80"/>
    <w:rsid w:val="0007734E"/>
    <w:rsid w:val="00086836"/>
    <w:rsid w:val="000953B2"/>
    <w:rsid w:val="000A3C90"/>
    <w:rsid w:val="000D7266"/>
    <w:rsid w:val="000E2809"/>
    <w:rsid w:val="00100E90"/>
    <w:rsid w:val="00124EA8"/>
    <w:rsid w:val="0014411A"/>
    <w:rsid w:val="001442AB"/>
    <w:rsid w:val="001664D1"/>
    <w:rsid w:val="001716B0"/>
    <w:rsid w:val="00176606"/>
    <w:rsid w:val="0019565E"/>
    <w:rsid w:val="001A12BE"/>
    <w:rsid w:val="001B1845"/>
    <w:rsid w:val="001B6568"/>
    <w:rsid w:val="001D569A"/>
    <w:rsid w:val="00202D5E"/>
    <w:rsid w:val="002150AA"/>
    <w:rsid w:val="00251EFA"/>
    <w:rsid w:val="00254530"/>
    <w:rsid w:val="00276FA7"/>
    <w:rsid w:val="00280E62"/>
    <w:rsid w:val="00350BB7"/>
    <w:rsid w:val="00375127"/>
    <w:rsid w:val="00385AA1"/>
    <w:rsid w:val="003F0E97"/>
    <w:rsid w:val="0040268A"/>
    <w:rsid w:val="004172C1"/>
    <w:rsid w:val="00421BD9"/>
    <w:rsid w:val="00431BD2"/>
    <w:rsid w:val="00444B20"/>
    <w:rsid w:val="00447665"/>
    <w:rsid w:val="004945A1"/>
    <w:rsid w:val="00494B68"/>
    <w:rsid w:val="004A3ED9"/>
    <w:rsid w:val="004D0D5C"/>
    <w:rsid w:val="0051159A"/>
    <w:rsid w:val="005375B3"/>
    <w:rsid w:val="00543E1E"/>
    <w:rsid w:val="00562349"/>
    <w:rsid w:val="00567076"/>
    <w:rsid w:val="00573D1C"/>
    <w:rsid w:val="00581B91"/>
    <w:rsid w:val="00584495"/>
    <w:rsid w:val="00591D80"/>
    <w:rsid w:val="005C582C"/>
    <w:rsid w:val="005D2D5C"/>
    <w:rsid w:val="005D5463"/>
    <w:rsid w:val="005D729A"/>
    <w:rsid w:val="005E7CE9"/>
    <w:rsid w:val="0060016D"/>
    <w:rsid w:val="00606EC1"/>
    <w:rsid w:val="0061686A"/>
    <w:rsid w:val="00617740"/>
    <w:rsid w:val="006431ED"/>
    <w:rsid w:val="006437AE"/>
    <w:rsid w:val="00644E2F"/>
    <w:rsid w:val="0065515B"/>
    <w:rsid w:val="00660FB4"/>
    <w:rsid w:val="0066192A"/>
    <w:rsid w:val="006764C7"/>
    <w:rsid w:val="00687FBE"/>
    <w:rsid w:val="006973FE"/>
    <w:rsid w:val="006B258B"/>
    <w:rsid w:val="006C0DD8"/>
    <w:rsid w:val="006F2B88"/>
    <w:rsid w:val="00704009"/>
    <w:rsid w:val="007229AF"/>
    <w:rsid w:val="00730AA5"/>
    <w:rsid w:val="00740037"/>
    <w:rsid w:val="00743950"/>
    <w:rsid w:val="007778C8"/>
    <w:rsid w:val="00787A86"/>
    <w:rsid w:val="007B7A42"/>
    <w:rsid w:val="007C32B6"/>
    <w:rsid w:val="007C5E80"/>
    <w:rsid w:val="007D309A"/>
    <w:rsid w:val="007E592C"/>
    <w:rsid w:val="007F2A56"/>
    <w:rsid w:val="007F55E7"/>
    <w:rsid w:val="007F7D1E"/>
    <w:rsid w:val="00821075"/>
    <w:rsid w:val="008212CC"/>
    <w:rsid w:val="00831212"/>
    <w:rsid w:val="00844202"/>
    <w:rsid w:val="0088357F"/>
    <w:rsid w:val="00885812"/>
    <w:rsid w:val="00885F92"/>
    <w:rsid w:val="008B3EE8"/>
    <w:rsid w:val="008C4AFC"/>
    <w:rsid w:val="008D02C6"/>
    <w:rsid w:val="008E2061"/>
    <w:rsid w:val="008F0C7A"/>
    <w:rsid w:val="008F6C36"/>
    <w:rsid w:val="00910AA8"/>
    <w:rsid w:val="00913D37"/>
    <w:rsid w:val="009257AD"/>
    <w:rsid w:val="009475A9"/>
    <w:rsid w:val="009857AA"/>
    <w:rsid w:val="00993B36"/>
    <w:rsid w:val="009C3AF7"/>
    <w:rsid w:val="009F4770"/>
    <w:rsid w:val="00A02A02"/>
    <w:rsid w:val="00A3097A"/>
    <w:rsid w:val="00A611D8"/>
    <w:rsid w:val="00A616D2"/>
    <w:rsid w:val="00A8206E"/>
    <w:rsid w:val="00AD0BD7"/>
    <w:rsid w:val="00B23A7D"/>
    <w:rsid w:val="00B266B7"/>
    <w:rsid w:val="00B504A0"/>
    <w:rsid w:val="00B616C7"/>
    <w:rsid w:val="00B93A07"/>
    <w:rsid w:val="00B94329"/>
    <w:rsid w:val="00BA11AA"/>
    <w:rsid w:val="00BC2092"/>
    <w:rsid w:val="00BC5C96"/>
    <w:rsid w:val="00BC68F3"/>
    <w:rsid w:val="00C14C40"/>
    <w:rsid w:val="00C15430"/>
    <w:rsid w:val="00C2453B"/>
    <w:rsid w:val="00C427AF"/>
    <w:rsid w:val="00C56714"/>
    <w:rsid w:val="00C62C7C"/>
    <w:rsid w:val="00C72A76"/>
    <w:rsid w:val="00C76B30"/>
    <w:rsid w:val="00C95C8E"/>
    <w:rsid w:val="00C96134"/>
    <w:rsid w:val="00CD1A42"/>
    <w:rsid w:val="00CE2B20"/>
    <w:rsid w:val="00CF0327"/>
    <w:rsid w:val="00D068D9"/>
    <w:rsid w:val="00D0785A"/>
    <w:rsid w:val="00D23E30"/>
    <w:rsid w:val="00D25905"/>
    <w:rsid w:val="00D323C7"/>
    <w:rsid w:val="00D76D82"/>
    <w:rsid w:val="00D81D17"/>
    <w:rsid w:val="00D83FEE"/>
    <w:rsid w:val="00D87465"/>
    <w:rsid w:val="00DF0CB5"/>
    <w:rsid w:val="00DF3E78"/>
    <w:rsid w:val="00E2164E"/>
    <w:rsid w:val="00E269E5"/>
    <w:rsid w:val="00E64B11"/>
    <w:rsid w:val="00E70E07"/>
    <w:rsid w:val="00E71154"/>
    <w:rsid w:val="00E769A6"/>
    <w:rsid w:val="00EB43FB"/>
    <w:rsid w:val="00EB44FD"/>
    <w:rsid w:val="00ED3520"/>
    <w:rsid w:val="00EE11B1"/>
    <w:rsid w:val="00EF5729"/>
    <w:rsid w:val="00F04FE4"/>
    <w:rsid w:val="00F13549"/>
    <w:rsid w:val="00F71AC1"/>
    <w:rsid w:val="00F772A0"/>
    <w:rsid w:val="00FB3570"/>
    <w:rsid w:val="00FD211A"/>
    <w:rsid w:val="00FD2B4E"/>
    <w:rsid w:val="00FD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1D14F05"/>
  <w15:docId w15:val="{93302CFB-3595-4A40-A35C-08CE2DB38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rsid w:val="00100E9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00E90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100E90"/>
    <w:rPr>
      <w:color w:val="0000FF" w:themeColor="hyperlink"/>
      <w:u w:val="single"/>
    </w:rPr>
  </w:style>
  <w:style w:type="paragraph" w:customStyle="1" w:styleId="Default">
    <w:name w:val="Default"/>
    <w:rsid w:val="0056234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2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MI02896\Dati%20applicazioni\Microsoft\Modelli\carta%20dipartimento%20nuov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dipartimento nuova</Template>
  <TotalTime>1</TotalTime>
  <Pages>2</Pages>
  <Words>281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Pubblica Istruzione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Fondi Roberta</cp:lastModifiedBy>
  <cp:revision>2</cp:revision>
  <cp:lastPrinted>2019-03-29T09:26:00Z</cp:lastPrinted>
  <dcterms:created xsi:type="dcterms:W3CDTF">2021-10-07T15:06:00Z</dcterms:created>
  <dcterms:modified xsi:type="dcterms:W3CDTF">2021-10-07T15:06:00Z</dcterms:modified>
</cp:coreProperties>
</file>